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0E84464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F958DE">
              <w:t>6</w:t>
            </w:r>
            <w:bookmarkStart w:id="0" w:name="_GoBack"/>
            <w:bookmarkEnd w:id="0"/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B427034" w:rsidR="00F1480E" w:rsidRPr="000754EC" w:rsidRDefault="00E933B0" w:rsidP="000754EC">
            <w:pPr>
              <w:pStyle w:val="SIUNITCODE"/>
            </w:pPr>
            <w:r>
              <w:t>AHC</w:t>
            </w:r>
            <w:r w:rsidR="00AB51ED">
              <w:t>BAC</w:t>
            </w:r>
            <w:r w:rsidR="00586D6B">
              <w:t>2</w:t>
            </w:r>
            <w:r w:rsidR="00AB51ED">
              <w:t>0</w:t>
            </w:r>
            <w:r w:rsidR="00A174F4">
              <w:t>3</w:t>
            </w:r>
          </w:p>
        </w:tc>
        <w:tc>
          <w:tcPr>
            <w:tcW w:w="3604" w:type="pct"/>
            <w:shd w:val="clear" w:color="auto" w:fill="auto"/>
          </w:tcPr>
          <w:p w14:paraId="68240ED7" w14:textId="4AC320BE" w:rsidR="00F1480E" w:rsidRPr="000754EC" w:rsidRDefault="00A174F4" w:rsidP="000754EC">
            <w:pPr>
              <w:pStyle w:val="SIUnittitle"/>
            </w:pPr>
            <w:r w:rsidRPr="00A174F4">
              <w:t>Assist agricultural crop harvesting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1F9BE2" w14:textId="2A3444E5" w:rsidR="00A174F4" w:rsidRPr="00A174F4" w:rsidRDefault="00A174F4" w:rsidP="00A174F4">
            <w:pPr>
              <w:pStyle w:val="SIText"/>
            </w:pPr>
            <w:r w:rsidRPr="00A174F4">
              <w:t xml:space="preserve">This unit of competency describes the skills and knowledge required to assist </w:t>
            </w:r>
            <w:r w:rsidR="00F81CE7">
              <w:t xml:space="preserve">in the preparation, operation and maintenance of machinery and equipment used during </w:t>
            </w:r>
            <w:r w:rsidRPr="00A174F4">
              <w:t>agricultural crop harvesting.</w:t>
            </w:r>
          </w:p>
          <w:p w14:paraId="08013095" w14:textId="77777777" w:rsidR="00A174F4" w:rsidRPr="00A174F4" w:rsidRDefault="00A174F4" w:rsidP="00A174F4">
            <w:pPr>
              <w:pStyle w:val="SIText"/>
            </w:pPr>
          </w:p>
          <w:p w14:paraId="30B17AAE" w14:textId="17DFC372" w:rsidR="00A174F4" w:rsidRPr="00A174F4" w:rsidRDefault="004A4691" w:rsidP="00A174F4">
            <w:pPr>
              <w:pStyle w:val="SIText"/>
            </w:pPr>
            <w:r>
              <w:t>The unit applies to individuals</w:t>
            </w:r>
            <w:r w:rsidR="00A174F4" w:rsidRPr="00A174F4">
              <w:t xml:space="preserve"> who work under general supervision and exercise limited autonomy with some accountability for own work. They undertake defined activities and work in a structured context.</w:t>
            </w:r>
          </w:p>
          <w:p w14:paraId="23BC21AE" w14:textId="77777777" w:rsidR="00A174F4" w:rsidRPr="00A174F4" w:rsidRDefault="00A174F4" w:rsidP="00A174F4">
            <w:pPr>
              <w:pStyle w:val="SIText"/>
            </w:pPr>
          </w:p>
          <w:p w14:paraId="034C6C33" w14:textId="7E59AC2D" w:rsidR="00373436" w:rsidRPr="000754EC" w:rsidRDefault="00C00C3D" w:rsidP="00A174F4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12F2A4A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82C3366" w:rsidR="00F1480E" w:rsidRPr="000754EC" w:rsidRDefault="00AB51ED" w:rsidP="000754EC">
            <w:pPr>
              <w:pStyle w:val="SIText"/>
            </w:pPr>
            <w:r w:rsidRPr="00AB51ED">
              <w:t xml:space="preserve">Broad </w:t>
            </w:r>
            <w:r>
              <w:t>A</w:t>
            </w:r>
            <w:r w:rsidRPr="00AB51ED">
              <w:t xml:space="preserve">cre </w:t>
            </w:r>
            <w:r>
              <w:t>C</w:t>
            </w:r>
            <w:r w:rsidRPr="00AB51ED">
              <w:t>ropping (BAC)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174F4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C7DBF8F" w:rsidR="00A174F4" w:rsidRPr="00A174F4" w:rsidRDefault="00A174F4" w:rsidP="00A174F4">
            <w:pPr>
              <w:pStyle w:val="SIText"/>
            </w:pPr>
            <w:r w:rsidRPr="00A174F4">
              <w:t>1. Prepare for agricultural crop harvesting operations</w:t>
            </w:r>
          </w:p>
        </w:tc>
        <w:tc>
          <w:tcPr>
            <w:tcW w:w="3604" w:type="pct"/>
            <w:shd w:val="clear" w:color="auto" w:fill="auto"/>
          </w:tcPr>
          <w:p w14:paraId="3C8BE241" w14:textId="77777777" w:rsidR="00A174F4" w:rsidRPr="00A174F4" w:rsidRDefault="00A174F4" w:rsidP="00A174F4">
            <w:r w:rsidRPr="00A174F4">
              <w:t>1.1 Confirm crop harvesting instructions with the supervisor</w:t>
            </w:r>
          </w:p>
          <w:p w14:paraId="5D73A95C" w14:textId="77777777" w:rsidR="00A174F4" w:rsidRPr="00A174F4" w:rsidRDefault="00A174F4" w:rsidP="00A174F4">
            <w:r w:rsidRPr="00A174F4">
              <w:t>1.2 Select and prepare machinery, equipment and tools</w:t>
            </w:r>
          </w:p>
          <w:p w14:paraId="39350EC8" w14:textId="1976411C" w:rsidR="00A174F4" w:rsidRPr="00A174F4" w:rsidRDefault="00A174F4" w:rsidP="00A174F4">
            <w:r w:rsidRPr="00A174F4">
              <w:t>1.3 Identify work health and safety hazards in crop harvesting, assess risks and report to supervisor</w:t>
            </w:r>
          </w:p>
          <w:p w14:paraId="1696B99B" w14:textId="40EB6023" w:rsidR="00A174F4" w:rsidRPr="00A174F4" w:rsidRDefault="00A174F4">
            <w:r w:rsidRPr="00A174F4">
              <w:t xml:space="preserve">1.4 Select, </w:t>
            </w:r>
            <w:r w:rsidR="00D7545E">
              <w:t xml:space="preserve">check, </w:t>
            </w:r>
            <w:r w:rsidRPr="00A174F4">
              <w:t>use and maintain personal protective equipment</w:t>
            </w:r>
          </w:p>
        </w:tc>
      </w:tr>
      <w:tr w:rsidR="00A174F4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4D2FE8C" w:rsidR="00A174F4" w:rsidRPr="00A174F4" w:rsidRDefault="00A174F4" w:rsidP="00A174F4">
            <w:pPr>
              <w:pStyle w:val="SIText"/>
            </w:pPr>
            <w:r w:rsidRPr="00A174F4">
              <w:t>2. Prepare harvesting machinery and vehicles for crop harvesting operations</w:t>
            </w:r>
          </w:p>
        </w:tc>
        <w:tc>
          <w:tcPr>
            <w:tcW w:w="3604" w:type="pct"/>
            <w:shd w:val="clear" w:color="auto" w:fill="auto"/>
          </w:tcPr>
          <w:p w14:paraId="00D08C0C" w14:textId="47416A1E" w:rsidR="00A174F4" w:rsidRPr="00A174F4" w:rsidRDefault="00A174F4" w:rsidP="00A174F4">
            <w:r w:rsidRPr="00A174F4">
              <w:t xml:space="preserve">2.1 </w:t>
            </w:r>
            <w:r w:rsidR="00D7545E">
              <w:t xml:space="preserve">Refuel </w:t>
            </w:r>
            <w:r w:rsidRPr="00A174F4">
              <w:t>machinery and vehicles</w:t>
            </w:r>
            <w:r w:rsidR="00D7545E">
              <w:t xml:space="preserve"> used for harvesting</w:t>
            </w:r>
          </w:p>
          <w:p w14:paraId="5141F746" w14:textId="0E5E5696" w:rsidR="00D7545E" w:rsidRDefault="00A174F4" w:rsidP="00142DAD">
            <w:r w:rsidRPr="00A174F4">
              <w:t xml:space="preserve">2.2 Conduct routine </w:t>
            </w:r>
            <w:r w:rsidR="00D7545E">
              <w:t xml:space="preserve">pre-start </w:t>
            </w:r>
            <w:r w:rsidRPr="00A174F4">
              <w:t xml:space="preserve">checks </w:t>
            </w:r>
          </w:p>
          <w:p w14:paraId="6BB72E57" w14:textId="4864AD30" w:rsidR="00A174F4" w:rsidRPr="00A174F4" w:rsidRDefault="00A174F4" w:rsidP="00142DAD">
            <w:r w:rsidRPr="00A174F4">
              <w:t xml:space="preserve">2.3 Confirm special operating instructions </w:t>
            </w:r>
            <w:r w:rsidR="00D7545E">
              <w:t>and</w:t>
            </w:r>
            <w:r w:rsidR="00D7545E" w:rsidRPr="00A174F4">
              <w:t xml:space="preserve"> </w:t>
            </w:r>
            <w:r w:rsidRPr="00A174F4">
              <w:t>work procedures</w:t>
            </w:r>
            <w:r w:rsidR="00D7545E">
              <w:t xml:space="preserve"> with supervisor</w:t>
            </w:r>
          </w:p>
        </w:tc>
      </w:tr>
      <w:tr w:rsidR="00A174F4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50B81DB4" w:rsidR="00A174F4" w:rsidRPr="00A174F4" w:rsidRDefault="00A174F4" w:rsidP="00A174F4">
            <w:pPr>
              <w:pStyle w:val="SIText"/>
            </w:pPr>
            <w:r w:rsidRPr="00A174F4">
              <w:t>3. Assist with harvesting of crops</w:t>
            </w:r>
          </w:p>
        </w:tc>
        <w:tc>
          <w:tcPr>
            <w:tcW w:w="3604" w:type="pct"/>
            <w:shd w:val="clear" w:color="auto" w:fill="auto"/>
          </w:tcPr>
          <w:p w14:paraId="51E59FF8" w14:textId="2B0191EA" w:rsidR="00A174F4" w:rsidRPr="00A174F4" w:rsidRDefault="00A174F4" w:rsidP="00A174F4">
            <w:r w:rsidRPr="00A174F4">
              <w:t xml:space="preserve">3.1 Assist </w:t>
            </w:r>
            <w:r w:rsidR="00D7545E">
              <w:t xml:space="preserve">safe </w:t>
            </w:r>
            <w:r w:rsidRPr="00A174F4">
              <w:t xml:space="preserve">operation of harvesting machinery and ancillary equipment </w:t>
            </w:r>
            <w:r w:rsidR="00D7545E">
              <w:t xml:space="preserve">according to </w:t>
            </w:r>
            <w:r w:rsidRPr="00A174F4">
              <w:t>crop conditions</w:t>
            </w:r>
          </w:p>
          <w:p w14:paraId="7136C761" w14:textId="0F45FE9F" w:rsidR="00A174F4" w:rsidRPr="00A174F4" w:rsidRDefault="00A174F4" w:rsidP="00A174F4">
            <w:r w:rsidRPr="00A174F4">
              <w:t xml:space="preserve">3.2 Maintain hygiene </w:t>
            </w:r>
            <w:r w:rsidR="00D7545E">
              <w:t>procedures for harvest equipment</w:t>
            </w:r>
          </w:p>
          <w:p w14:paraId="7C104250" w14:textId="61404162" w:rsidR="00A174F4" w:rsidRPr="00A174F4" w:rsidRDefault="00A174F4">
            <w:pPr>
              <w:pStyle w:val="SIText"/>
            </w:pPr>
            <w:r w:rsidRPr="00A174F4">
              <w:t xml:space="preserve">3.3 Assist </w:t>
            </w:r>
            <w:r w:rsidR="00D7545E">
              <w:t xml:space="preserve">with </w:t>
            </w:r>
            <w:r w:rsidRPr="00A174F4">
              <w:t>check</w:t>
            </w:r>
            <w:r w:rsidR="00D7545E">
              <w:t>s</w:t>
            </w:r>
            <w:r w:rsidRPr="00A174F4">
              <w:t xml:space="preserve"> and adjust</w:t>
            </w:r>
            <w:r w:rsidR="00D7545E">
              <w:t xml:space="preserve">ments for </w:t>
            </w:r>
            <w:r w:rsidRPr="00A174F4">
              <w:t xml:space="preserve">harvester and ancillary equipment </w:t>
            </w:r>
            <w:r w:rsidR="00D7545E">
              <w:t>according to instructions</w:t>
            </w:r>
          </w:p>
        </w:tc>
      </w:tr>
      <w:tr w:rsidR="00A174F4" w:rsidRPr="00963A46" w14:paraId="426A83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383AAB" w14:textId="57ACACDE" w:rsidR="00A174F4" w:rsidRPr="00A174F4" w:rsidRDefault="00A174F4" w:rsidP="00A174F4">
            <w:pPr>
              <w:pStyle w:val="SIText"/>
            </w:pPr>
            <w:r w:rsidRPr="00A174F4">
              <w:t>4 Complete harvesting operation</w:t>
            </w:r>
          </w:p>
        </w:tc>
        <w:tc>
          <w:tcPr>
            <w:tcW w:w="3604" w:type="pct"/>
            <w:shd w:val="clear" w:color="auto" w:fill="auto"/>
          </w:tcPr>
          <w:p w14:paraId="1670B77D" w14:textId="791948D4" w:rsidR="00A174F4" w:rsidRPr="00A174F4" w:rsidRDefault="00A174F4" w:rsidP="00A174F4">
            <w:r w:rsidRPr="00A174F4">
              <w:t xml:space="preserve">4.1 Clean harvesting machinery and vehicles </w:t>
            </w:r>
            <w:r w:rsidR="00D7545E">
              <w:t>according to biosecurity and hygiene procedures</w:t>
            </w:r>
          </w:p>
          <w:p w14:paraId="75A219C3" w14:textId="1653CDE1" w:rsidR="00D7545E" w:rsidRDefault="00A174F4" w:rsidP="00A174F4">
            <w:r w:rsidRPr="00A174F4">
              <w:t xml:space="preserve">4.2 Dispose waste according to </w:t>
            </w:r>
            <w:r w:rsidR="00D7545E">
              <w:t>workplace and environmental procedures</w:t>
            </w:r>
          </w:p>
          <w:p w14:paraId="7C2F6CB6" w14:textId="78FB7CFC" w:rsidR="00A174F4" w:rsidRPr="00A174F4" w:rsidRDefault="00A174F4">
            <w:r w:rsidRPr="00A174F4">
              <w:t>4.</w:t>
            </w:r>
            <w:r w:rsidR="00D7545E">
              <w:t>3 Update</w:t>
            </w:r>
            <w:r w:rsidRPr="00A174F4">
              <w:t xml:space="preserve"> workplace records</w:t>
            </w:r>
            <w:r w:rsidR="00D7545E">
              <w:t xml:space="preserve"> according to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1"/>
        <w:gridCol w:w="6657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05252C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142DAD">
        <w:trPr>
          <w:tblHeader/>
        </w:trPr>
        <w:tc>
          <w:tcPr>
            <w:tcW w:w="1543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457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142DAD" w:rsidDel="00423CB2" w14:paraId="1CF24FD6" w14:textId="77777777" w:rsidTr="00142DAD">
        <w:tc>
          <w:tcPr>
            <w:tcW w:w="1543" w:type="pct"/>
          </w:tcPr>
          <w:p w14:paraId="6D88B952" w14:textId="62F6CDCD" w:rsidR="00DA54B5" w:rsidRPr="00142DAD" w:rsidRDefault="00314B2D" w:rsidP="002C22CA">
            <w:pPr>
              <w:pStyle w:val="SIText"/>
            </w:pPr>
            <w:r w:rsidRPr="00142DAD">
              <w:t>Reading</w:t>
            </w:r>
          </w:p>
        </w:tc>
        <w:tc>
          <w:tcPr>
            <w:tcW w:w="3457" w:type="pct"/>
          </w:tcPr>
          <w:p w14:paraId="1B7CC730" w14:textId="394C0988" w:rsidR="00DA54B5" w:rsidRPr="00142DAD" w:rsidRDefault="00F343BE" w:rsidP="002C22CA">
            <w:pPr>
              <w:pStyle w:val="SIBulletList1"/>
            </w:pPr>
            <w:r w:rsidRPr="00142DAD">
              <w:t xml:space="preserve">Interpret, consolidate and check understanding and accuracy of instructions with supervisor </w:t>
            </w:r>
          </w:p>
        </w:tc>
      </w:tr>
      <w:tr w:rsidR="00DA54B5" w:rsidRPr="00142DAD" w:rsidDel="00423CB2" w14:paraId="1D3AF5EE" w14:textId="77777777" w:rsidTr="00142DAD">
        <w:tc>
          <w:tcPr>
            <w:tcW w:w="1543" w:type="pct"/>
          </w:tcPr>
          <w:p w14:paraId="16ED7E97" w14:textId="31420DDC" w:rsidR="00DA54B5" w:rsidRPr="00142DAD" w:rsidRDefault="00314B2D" w:rsidP="002C22CA">
            <w:pPr>
              <w:pStyle w:val="SIText"/>
            </w:pPr>
            <w:r w:rsidRPr="00142DAD">
              <w:t>Writing</w:t>
            </w:r>
          </w:p>
        </w:tc>
        <w:tc>
          <w:tcPr>
            <w:tcW w:w="3457" w:type="pct"/>
          </w:tcPr>
          <w:p w14:paraId="0F32718D" w14:textId="44678602" w:rsidR="00DA54B5" w:rsidRPr="00142DAD" w:rsidRDefault="00F343BE" w:rsidP="002C22CA">
            <w:pPr>
              <w:pStyle w:val="SIBulletList1"/>
              <w:rPr>
                <w:rFonts w:eastAsia="Calibri"/>
              </w:rPr>
            </w:pPr>
            <w:r w:rsidRPr="00142DAD">
              <w:t>Use industry language and correct concepts and terminology when updating records</w:t>
            </w:r>
          </w:p>
        </w:tc>
      </w:tr>
      <w:tr w:rsidR="00314B2D" w:rsidRPr="00142DAD" w:rsidDel="00423CB2" w14:paraId="7C243E0A" w14:textId="77777777" w:rsidTr="00142DAD">
        <w:tc>
          <w:tcPr>
            <w:tcW w:w="1543" w:type="pct"/>
          </w:tcPr>
          <w:p w14:paraId="47DC3F1B" w14:textId="4B4770D4" w:rsidR="00314B2D" w:rsidRPr="00142DAD" w:rsidDel="00314B2D" w:rsidRDefault="00020529" w:rsidP="00142DAD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142DAD">
              <w:t>Numeracy</w:t>
            </w:r>
          </w:p>
        </w:tc>
        <w:tc>
          <w:tcPr>
            <w:tcW w:w="3457" w:type="pct"/>
          </w:tcPr>
          <w:p w14:paraId="1FB8AB8E" w14:textId="58E8DB50" w:rsidR="00314B2D" w:rsidRPr="00142DAD" w:rsidRDefault="00F343BE" w:rsidP="00142DAD">
            <w:pPr>
              <w:pStyle w:val="SIBulletList1"/>
              <w:rPr>
                <w:rFonts w:eastAsia="Calibri"/>
              </w:rPr>
            </w:pPr>
            <w:r w:rsidRPr="00142DAD">
              <w:t>Perform basic mathematical calculations to determine correct volumes of fuel, lubricants and coolants</w:t>
            </w:r>
          </w:p>
          <w:p w14:paraId="676DD8D4" w14:textId="2C50A313" w:rsidR="00F343BE" w:rsidRPr="00142DAD" w:rsidDel="00314B2D" w:rsidRDefault="00F343BE" w:rsidP="00142DAD">
            <w:pPr>
              <w:pStyle w:val="SIBulletList1"/>
              <w:rPr>
                <w:rFonts w:eastAsia="Calibri"/>
              </w:rPr>
            </w:pPr>
            <w:r w:rsidRPr="00142DAD">
              <w:rPr>
                <w:rFonts w:eastAsia="Calibri"/>
              </w:rPr>
              <w:t>Perform basic calculations when calibrating and setting machinery for harvesting operations</w:t>
            </w:r>
          </w:p>
        </w:tc>
      </w:tr>
    </w:tbl>
    <w:p w14:paraId="4F6C3638" w14:textId="0A9A34D1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142DAD" w14:paraId="7EFB7203" w14:textId="77777777" w:rsidTr="00F33FF2">
        <w:tc>
          <w:tcPr>
            <w:tcW w:w="1028" w:type="pct"/>
          </w:tcPr>
          <w:p w14:paraId="6E2CBF0A" w14:textId="77777777" w:rsidR="00DA54B5" w:rsidRPr="00142DAD" w:rsidRDefault="00314B2D" w:rsidP="002C22CA">
            <w:pPr>
              <w:pStyle w:val="SIText"/>
            </w:pPr>
            <w:r w:rsidRPr="002C22CA">
              <w:t>AHCBAC203 Assist agricultural crop harvesting</w:t>
            </w:r>
          </w:p>
          <w:p w14:paraId="6B803FA7" w14:textId="1CCCD2FA" w:rsidR="00314B2D" w:rsidRPr="00142DAD" w:rsidRDefault="00314B2D" w:rsidP="00142DAD">
            <w:pPr>
              <w:pStyle w:val="SIText"/>
            </w:pPr>
            <w:r w:rsidRPr="00142DAD">
              <w:t>Release 2</w:t>
            </w:r>
          </w:p>
        </w:tc>
        <w:tc>
          <w:tcPr>
            <w:tcW w:w="1105" w:type="pct"/>
          </w:tcPr>
          <w:p w14:paraId="78C68FCB" w14:textId="77777777" w:rsidR="00DA54B5" w:rsidRPr="00142DAD" w:rsidRDefault="00314B2D" w:rsidP="00142DAD">
            <w:pPr>
              <w:pStyle w:val="SIText"/>
            </w:pPr>
            <w:r w:rsidRPr="00142DAD">
              <w:t>AHCBAC203 Assist agricultural crop harvesting</w:t>
            </w:r>
          </w:p>
          <w:p w14:paraId="3216D365" w14:textId="0527C67F" w:rsidR="00314B2D" w:rsidRPr="00142DAD" w:rsidRDefault="00314B2D" w:rsidP="00142DAD">
            <w:pPr>
              <w:pStyle w:val="SIText"/>
            </w:pPr>
            <w:r w:rsidRPr="00142DAD">
              <w:t>Release 1</w:t>
            </w:r>
          </w:p>
        </w:tc>
        <w:tc>
          <w:tcPr>
            <w:tcW w:w="1251" w:type="pct"/>
          </w:tcPr>
          <w:p w14:paraId="30B8888F" w14:textId="1050569F" w:rsidR="00DA54B5" w:rsidRPr="00142DAD" w:rsidRDefault="00CD0C83" w:rsidP="00142DAD">
            <w:pPr>
              <w:pStyle w:val="SIText"/>
            </w:pPr>
            <w:r w:rsidRPr="00142DAD">
              <w:t>Changes to Application, Minor edits and consolidation of Performance Criteria. Added foundation Skills. 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5181DEED" w:rsidR="00DA54B5" w:rsidRPr="00142DAD" w:rsidRDefault="00314B2D" w:rsidP="00142DAD">
            <w:pPr>
              <w:pStyle w:val="SIText"/>
            </w:pPr>
            <w:r w:rsidRPr="00142DAD"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989ECE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174F4" w:rsidRPr="00A174F4">
              <w:t>AHCBAC203 Assist agricultural crop harvesting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5F2034BB" w:rsidR="00DA54B5" w:rsidRPr="00142DAD" w:rsidRDefault="00DA54B5">
            <w:pPr>
              <w:pStyle w:val="SIText"/>
            </w:pPr>
            <w:r w:rsidRPr="00142DAD">
              <w:t xml:space="preserve">An individual demonstrating competency must satisfy all of the elements and performance criteria in this unit. </w:t>
            </w:r>
          </w:p>
          <w:p w14:paraId="1675BE0A" w14:textId="1A0872C3" w:rsidR="00A174F4" w:rsidRPr="00142DAD" w:rsidRDefault="00B519E1">
            <w:pPr>
              <w:pStyle w:val="SIText"/>
            </w:pPr>
            <w:r w:rsidRPr="00142DAD">
              <w:t xml:space="preserve">There must be evidence that the individual has </w:t>
            </w:r>
            <w:r w:rsidR="00CD0C83" w:rsidRPr="00142DAD">
              <w:t>on at least one occasion assisted in the preparation, operation and maintenance of machinery and equipment during a harvest operations, including:</w:t>
            </w:r>
          </w:p>
          <w:p w14:paraId="60D0BE50" w14:textId="6B138EF7" w:rsidR="00A174F4" w:rsidRPr="00142DAD" w:rsidRDefault="00A174F4">
            <w:pPr>
              <w:pStyle w:val="SIBulletList1"/>
            </w:pPr>
            <w:r w:rsidRPr="00142DAD">
              <w:t>identif</w:t>
            </w:r>
            <w:r w:rsidR="00CD0C83" w:rsidRPr="00142DAD">
              <w:t>ied</w:t>
            </w:r>
            <w:r w:rsidRPr="00142DAD">
              <w:t xml:space="preserve"> </w:t>
            </w:r>
            <w:r w:rsidR="00CD0C83" w:rsidRPr="00142DAD">
              <w:t xml:space="preserve">and reported safety </w:t>
            </w:r>
            <w:r w:rsidRPr="00142DAD">
              <w:t>hazards and</w:t>
            </w:r>
            <w:r w:rsidR="00CD0C83" w:rsidRPr="00142DAD">
              <w:t xml:space="preserve"> risks and </w:t>
            </w:r>
            <w:r w:rsidRPr="00142DAD">
              <w:t>follow safety directions</w:t>
            </w:r>
          </w:p>
          <w:p w14:paraId="4321F447" w14:textId="20B1207A" w:rsidR="00A174F4" w:rsidRPr="00142DAD" w:rsidRDefault="00A174F4">
            <w:pPr>
              <w:pStyle w:val="SIBulletList1"/>
            </w:pPr>
            <w:r w:rsidRPr="00142DAD">
              <w:t>communicate</w:t>
            </w:r>
            <w:r w:rsidR="00CD0C83" w:rsidRPr="00142DAD">
              <w:t>d</w:t>
            </w:r>
            <w:r w:rsidRPr="00142DAD">
              <w:t xml:space="preserve"> with supervisor</w:t>
            </w:r>
          </w:p>
          <w:p w14:paraId="7AB9AF7B" w14:textId="77777777" w:rsidR="00CD0C83" w:rsidRPr="00142DAD" w:rsidRDefault="00CD0C83">
            <w:pPr>
              <w:pStyle w:val="SIBulletList1"/>
            </w:pPr>
            <w:r w:rsidRPr="00142DAD">
              <w:t>prepared harvesting equipment and machinery, including:</w:t>
            </w:r>
          </w:p>
          <w:p w14:paraId="08A5333E" w14:textId="68609B0E" w:rsidR="00A174F4" w:rsidRPr="00142DAD" w:rsidRDefault="00A174F4" w:rsidP="00142DAD">
            <w:pPr>
              <w:pStyle w:val="SIBulletList2"/>
            </w:pPr>
            <w:r w:rsidRPr="00142DAD">
              <w:t>calibrate</w:t>
            </w:r>
            <w:r w:rsidR="00CD0C83" w:rsidRPr="00142DAD">
              <w:t>d</w:t>
            </w:r>
            <w:r w:rsidRPr="00142DAD">
              <w:t xml:space="preserve"> </w:t>
            </w:r>
            <w:r w:rsidR="004A269A">
              <w:t xml:space="preserve">and adjusted equipment for optimum performance </w:t>
            </w:r>
          </w:p>
          <w:p w14:paraId="44AB9722" w14:textId="5D2955B4" w:rsidR="00A174F4" w:rsidRPr="00142DAD" w:rsidRDefault="00A174F4" w:rsidP="00142DAD">
            <w:pPr>
              <w:pStyle w:val="SIBulletList2"/>
            </w:pPr>
            <w:r w:rsidRPr="00142DAD">
              <w:t>measure</w:t>
            </w:r>
            <w:r w:rsidR="00CD0C83" w:rsidRPr="00142DAD">
              <w:t>d</w:t>
            </w:r>
            <w:r w:rsidRPr="00142DAD">
              <w:t xml:space="preserve"> quantities </w:t>
            </w:r>
          </w:p>
          <w:p w14:paraId="363D9D41" w14:textId="50F61B8B" w:rsidR="00CD0C83" w:rsidRPr="00142DAD" w:rsidRDefault="00CD0C83" w:rsidP="00142DAD">
            <w:pPr>
              <w:pStyle w:val="SIBulletList2"/>
            </w:pPr>
            <w:r w:rsidRPr="00142DAD">
              <w:t>checked and maintained oil levels</w:t>
            </w:r>
          </w:p>
          <w:p w14:paraId="74C693DD" w14:textId="64339054" w:rsidR="00CD0C83" w:rsidRPr="00142DAD" w:rsidRDefault="00CD0C83" w:rsidP="00142DAD">
            <w:pPr>
              <w:pStyle w:val="SIBulletList2"/>
            </w:pPr>
            <w:r w:rsidRPr="00142DAD">
              <w:t>greased equipment and machinery components</w:t>
            </w:r>
          </w:p>
          <w:p w14:paraId="0C8B82A9" w14:textId="39FEF72F" w:rsidR="00CD0C83" w:rsidRPr="00142DAD" w:rsidRDefault="00CD0C83" w:rsidP="00142DAD">
            <w:pPr>
              <w:pStyle w:val="SIBulletList2"/>
            </w:pPr>
            <w:r w:rsidRPr="00142DAD">
              <w:t>checked and maintained water levels</w:t>
            </w:r>
          </w:p>
          <w:p w14:paraId="2934C4B4" w14:textId="686AED3A" w:rsidR="00CD0C83" w:rsidRDefault="00CD0C83" w:rsidP="00142DAD">
            <w:pPr>
              <w:pStyle w:val="SIBulletList2"/>
            </w:pPr>
            <w:r w:rsidRPr="00142DAD">
              <w:t>checked and maintained tyre air pressures</w:t>
            </w:r>
          </w:p>
          <w:p w14:paraId="6A92A5AB" w14:textId="12CF2D1B" w:rsidR="00A174F4" w:rsidRPr="00142DAD" w:rsidRDefault="00A174F4">
            <w:pPr>
              <w:pStyle w:val="SIBulletList1"/>
            </w:pPr>
            <w:r w:rsidRPr="00142DAD">
              <w:t>operate</w:t>
            </w:r>
            <w:r w:rsidR="00CD0C83" w:rsidRPr="00142DAD">
              <w:t>d</w:t>
            </w:r>
            <w:r w:rsidRPr="00142DAD">
              <w:t xml:space="preserve"> machinery to manufacturer </w:t>
            </w:r>
            <w:r w:rsidR="004A269A">
              <w:t>instructions</w:t>
            </w:r>
            <w:r w:rsidR="004A269A" w:rsidRPr="00142DAD">
              <w:t xml:space="preserve"> </w:t>
            </w:r>
            <w:r w:rsidRPr="00142DAD">
              <w:t>and enterprise procedures</w:t>
            </w:r>
            <w:r w:rsidR="004A269A">
              <w:t xml:space="preserve"> </w:t>
            </w:r>
            <w:r w:rsidRPr="00142DAD">
              <w:t xml:space="preserve">as directed </w:t>
            </w:r>
            <w:r w:rsidR="004A269A">
              <w:t>in</w:t>
            </w:r>
            <w:r w:rsidR="004A269A" w:rsidRPr="00142DAD">
              <w:t xml:space="preserve"> </w:t>
            </w:r>
            <w:r w:rsidRPr="00142DAD">
              <w:t>support the harvesting team</w:t>
            </w:r>
          </w:p>
          <w:p w14:paraId="16EA7AFF" w14:textId="7B7EFD5C" w:rsidR="00A174F4" w:rsidRPr="00142DAD" w:rsidRDefault="00A174F4">
            <w:pPr>
              <w:pStyle w:val="SIBulletList1"/>
            </w:pPr>
            <w:r w:rsidRPr="00142DAD">
              <w:t>refuel</w:t>
            </w:r>
            <w:r w:rsidR="004A269A">
              <w:t xml:space="preserve">led </w:t>
            </w:r>
            <w:r w:rsidRPr="00142DAD">
              <w:t>harvesting vehicles and machinery</w:t>
            </w:r>
          </w:p>
          <w:p w14:paraId="3C7D555D" w14:textId="51CAB41F" w:rsidR="00A174F4" w:rsidRPr="00142DAD" w:rsidRDefault="00A174F4">
            <w:pPr>
              <w:pStyle w:val="SIBulletList1"/>
            </w:pPr>
            <w:r w:rsidRPr="00142DAD">
              <w:t>dispose</w:t>
            </w:r>
            <w:r w:rsidR="004A269A">
              <w:t>d</w:t>
            </w:r>
            <w:r w:rsidRPr="00142DAD">
              <w:t xml:space="preserve"> of waste according to environmental procedures</w:t>
            </w:r>
          </w:p>
          <w:p w14:paraId="2F40AAA0" w14:textId="686CF348" w:rsidR="00A174F4" w:rsidRPr="00142DAD" w:rsidRDefault="004A269A">
            <w:pPr>
              <w:pStyle w:val="SIBulletList1"/>
            </w:pPr>
            <w:r>
              <w:t>maintained records according to procedures</w:t>
            </w:r>
          </w:p>
          <w:p w14:paraId="3F4E2EAA" w14:textId="64FE7725" w:rsidR="00556C4C" w:rsidRPr="00CD0C83" w:rsidRDefault="00A174F4">
            <w:pPr>
              <w:pStyle w:val="SIBulletList1"/>
            </w:pPr>
            <w:r w:rsidRPr="00142DAD">
              <w:t xml:space="preserve">follow </w:t>
            </w:r>
            <w:r w:rsidR="004A269A">
              <w:t>workplace h</w:t>
            </w:r>
            <w:r w:rsidRPr="00142DAD">
              <w:t xml:space="preserve">ealth and safety </w:t>
            </w:r>
            <w:r w:rsidR="004A269A">
              <w:t>and biosecurity procedures</w:t>
            </w:r>
            <w:r w:rsidRPr="00142DAD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7A86429B" w14:textId="083BA61A" w:rsidR="00A174F4" w:rsidRPr="00A174F4" w:rsidRDefault="00A510E1" w:rsidP="00A174F4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65D310E3" w14:textId="61412E06" w:rsidR="00A174F4" w:rsidRDefault="00A174F4" w:rsidP="00A174F4">
            <w:pPr>
              <w:pStyle w:val="SIBulletList1"/>
            </w:pPr>
            <w:r w:rsidRPr="00A174F4">
              <w:t>harvesting machinery operation and equipment basic maintenance</w:t>
            </w:r>
            <w:r w:rsidR="00F77D9E">
              <w:t>, including:</w:t>
            </w:r>
          </w:p>
          <w:p w14:paraId="4216016B" w14:textId="77777777" w:rsidR="00F77D9E" w:rsidRDefault="00F77D9E" w:rsidP="00142DAD">
            <w:pPr>
              <w:pStyle w:val="SIBulletList2"/>
            </w:pPr>
            <w:r>
              <w:t>lubrication</w:t>
            </w:r>
          </w:p>
          <w:p w14:paraId="1C8F9950" w14:textId="77777777" w:rsidR="00F77D9E" w:rsidRDefault="00F77D9E" w:rsidP="00142DAD">
            <w:pPr>
              <w:pStyle w:val="SIBulletList2"/>
            </w:pPr>
            <w:r>
              <w:t>fuel</w:t>
            </w:r>
          </w:p>
          <w:p w14:paraId="36E1BA4E" w14:textId="77777777" w:rsidR="00F77D9E" w:rsidRDefault="00F77D9E" w:rsidP="00142DAD">
            <w:pPr>
              <w:pStyle w:val="SIBulletList2"/>
            </w:pPr>
            <w:r>
              <w:t>cooling systems</w:t>
            </w:r>
          </w:p>
          <w:p w14:paraId="16FBEA94" w14:textId="77777777" w:rsidR="00F77D9E" w:rsidRDefault="00F77D9E" w:rsidP="00142DAD">
            <w:pPr>
              <w:pStyle w:val="SIBulletList2"/>
            </w:pPr>
            <w:r>
              <w:t>hydraulics</w:t>
            </w:r>
          </w:p>
          <w:p w14:paraId="7ED05CD8" w14:textId="1BDF09FF" w:rsidR="00F77D9E" w:rsidRDefault="00F77D9E" w:rsidP="00142DAD">
            <w:pPr>
              <w:pStyle w:val="SIBulletList2"/>
            </w:pPr>
            <w:r>
              <w:t>calibration and adjustments for performance</w:t>
            </w:r>
          </w:p>
          <w:p w14:paraId="1CF71C6D" w14:textId="381D8B4A" w:rsidR="00222B53" w:rsidRPr="00A174F4" w:rsidRDefault="00926FBF">
            <w:pPr>
              <w:pStyle w:val="SIBulletList1"/>
            </w:pPr>
            <w:r>
              <w:t xml:space="preserve">basic use of </w:t>
            </w:r>
            <w:r w:rsidR="00222B53">
              <w:t>technology assisted harvesting, including</w:t>
            </w:r>
            <w:r>
              <w:t xml:space="preserve">, </w:t>
            </w:r>
            <w:r w:rsidR="00222B53">
              <w:t>self-drive, global</w:t>
            </w:r>
            <w:r>
              <w:t xml:space="preserve"> positioning, remote and autonomous systems</w:t>
            </w:r>
          </w:p>
          <w:p w14:paraId="288EB5FF" w14:textId="228F6C1C" w:rsidR="00A174F4" w:rsidRDefault="00A174F4" w:rsidP="00A174F4">
            <w:pPr>
              <w:pStyle w:val="SIBulletList1"/>
            </w:pPr>
            <w:r w:rsidRPr="00A174F4">
              <w:t xml:space="preserve">hazard identification and safe work practices </w:t>
            </w:r>
            <w:r w:rsidR="00F77D9E">
              <w:t>during</w:t>
            </w:r>
            <w:r w:rsidR="00F77D9E" w:rsidRPr="00A174F4">
              <w:t xml:space="preserve"> </w:t>
            </w:r>
            <w:r w:rsidRPr="00A174F4">
              <w:t>harvesting</w:t>
            </w:r>
            <w:r w:rsidR="00F77D9E">
              <w:t>, including:</w:t>
            </w:r>
          </w:p>
          <w:p w14:paraId="27744513" w14:textId="022EF532" w:rsidR="00F77D9E" w:rsidRDefault="00F77D9E" w:rsidP="00142DAD">
            <w:pPr>
              <w:pStyle w:val="SIBulletList2"/>
            </w:pPr>
            <w:r>
              <w:t>trapping</w:t>
            </w:r>
            <w:r w:rsidR="00222B53">
              <w:t xml:space="preserve">, </w:t>
            </w:r>
            <w:r>
              <w:t>entanglement, shearing and cutting</w:t>
            </w:r>
          </w:p>
          <w:p w14:paraId="701706DA" w14:textId="77777777" w:rsidR="00F77D9E" w:rsidRDefault="00F77D9E" w:rsidP="00142DAD">
            <w:pPr>
              <w:pStyle w:val="SIBulletList2"/>
            </w:pPr>
            <w:r>
              <w:t>noise</w:t>
            </w:r>
          </w:p>
          <w:p w14:paraId="3CEA7790" w14:textId="77777777" w:rsidR="00F77D9E" w:rsidRDefault="00F77D9E" w:rsidP="00142DAD">
            <w:pPr>
              <w:pStyle w:val="SIBulletList2"/>
            </w:pPr>
            <w:r>
              <w:t>dust</w:t>
            </w:r>
          </w:p>
          <w:p w14:paraId="47A4C851" w14:textId="499F496B" w:rsidR="00F77D9E" w:rsidRDefault="00F77D9E" w:rsidP="00142DAD">
            <w:pPr>
              <w:pStyle w:val="SIBulletList2"/>
            </w:pPr>
            <w:r>
              <w:t>vibration</w:t>
            </w:r>
          </w:p>
          <w:p w14:paraId="568F2A64" w14:textId="4D5A255B" w:rsidR="00F77D9E" w:rsidRDefault="00F77D9E" w:rsidP="00142DAD">
            <w:pPr>
              <w:pStyle w:val="SIBulletList2"/>
            </w:pPr>
            <w:r>
              <w:t>fire risk</w:t>
            </w:r>
          </w:p>
          <w:p w14:paraId="37001D55" w14:textId="10335957" w:rsidR="00222B53" w:rsidRPr="00A174F4" w:rsidRDefault="00222B53" w:rsidP="00142DAD">
            <w:pPr>
              <w:pStyle w:val="SIBulletList2"/>
            </w:pPr>
            <w:r>
              <w:t>personal protective equipment</w:t>
            </w:r>
          </w:p>
          <w:p w14:paraId="05E8C770" w14:textId="3CAFBBF5" w:rsidR="00A174F4" w:rsidRPr="00A174F4" w:rsidRDefault="00A174F4" w:rsidP="00A174F4">
            <w:pPr>
              <w:pStyle w:val="SIBulletList1"/>
            </w:pPr>
            <w:r w:rsidRPr="00A174F4">
              <w:t>types of crops and their characteristics</w:t>
            </w:r>
            <w:r w:rsidR="00222B53">
              <w:t xml:space="preserve"> for harvest</w:t>
            </w:r>
          </w:p>
          <w:p w14:paraId="4E37D852" w14:textId="73332F0F" w:rsidR="00A174F4" w:rsidRPr="00A174F4" w:rsidRDefault="00A174F4" w:rsidP="00A174F4">
            <w:pPr>
              <w:pStyle w:val="SIBulletList1"/>
            </w:pPr>
            <w:r w:rsidRPr="00A174F4">
              <w:t xml:space="preserve">crop hygiene </w:t>
            </w:r>
            <w:r w:rsidR="00222B53">
              <w:t>and biosecurity requirements and procedures</w:t>
            </w:r>
          </w:p>
          <w:p w14:paraId="594042BC" w14:textId="0DA137D5" w:rsidR="00F1480E" w:rsidRPr="000754EC" w:rsidRDefault="00A174F4">
            <w:pPr>
              <w:pStyle w:val="SIBulletList1"/>
            </w:pPr>
            <w:r w:rsidRPr="00A174F4">
              <w:t xml:space="preserve">enterprise work health and safety and biosecurity </w:t>
            </w:r>
            <w:r w:rsidR="00222B53">
              <w:t>procedures</w:t>
            </w:r>
            <w:r w:rsidRPr="00A174F4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142DAD" w:rsidRDefault="00DA54B5" w:rsidP="00142DAD">
            <w:pPr>
              <w:pStyle w:val="SIText"/>
            </w:pPr>
            <w:r w:rsidRPr="00142DAD">
              <w:t xml:space="preserve">Assessment of the skills in this unit of competency must take place under the following conditions: </w:t>
            </w:r>
          </w:p>
          <w:p w14:paraId="62D0ECC7" w14:textId="77777777" w:rsidR="00DA54B5" w:rsidRPr="00142DAD" w:rsidRDefault="00DA54B5">
            <w:pPr>
              <w:pStyle w:val="SIText"/>
            </w:pPr>
          </w:p>
          <w:p w14:paraId="04186F1B" w14:textId="5AA78802" w:rsidR="00DA54B5" w:rsidRPr="00142DAD" w:rsidRDefault="00DA54B5">
            <w:pPr>
              <w:pStyle w:val="SIBulletList1"/>
            </w:pPr>
            <w:r w:rsidRPr="00142DAD">
              <w:t>physical conditions:</w:t>
            </w:r>
          </w:p>
          <w:p w14:paraId="386B05FF" w14:textId="41E0562A" w:rsidR="00DA54B5" w:rsidRPr="00142DAD" w:rsidRDefault="00DA54B5">
            <w:pPr>
              <w:pStyle w:val="SIBulletList2"/>
              <w:rPr>
                <w:rFonts w:eastAsia="Calibri"/>
              </w:rPr>
            </w:pPr>
            <w:r w:rsidRPr="00142DAD">
              <w:t xml:space="preserve">skills must be demonstrated </w:t>
            </w:r>
            <w:r w:rsidR="00926FBF">
              <w:t>on a farm with harvestable crop</w:t>
            </w:r>
            <w:r w:rsidR="00926FBF" w:rsidRPr="00142DAD">
              <w:t xml:space="preserve"> </w:t>
            </w:r>
            <w:r w:rsidRPr="00142DAD">
              <w:t>or an environment that accurately represents workplace conditions</w:t>
            </w:r>
          </w:p>
          <w:p w14:paraId="7CD1E166" w14:textId="4C71F8C0" w:rsidR="00DA54B5" w:rsidRPr="00142DAD" w:rsidRDefault="00DA54B5">
            <w:pPr>
              <w:pStyle w:val="SIBulletList1"/>
            </w:pPr>
            <w:r w:rsidRPr="00142DAD">
              <w:t>resources, equipment and materials:</w:t>
            </w:r>
          </w:p>
          <w:p w14:paraId="1AC0F720" w14:textId="4B60CBD2" w:rsidR="00DA54B5" w:rsidRPr="00142DAD" w:rsidRDefault="00926FB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harvest equipment appropriate for the crop to be harvested</w:t>
            </w:r>
          </w:p>
          <w:p w14:paraId="77D53DD8" w14:textId="782B179A" w:rsidR="00DA54B5" w:rsidRPr="00142DAD" w:rsidRDefault="00DA54B5">
            <w:pPr>
              <w:pStyle w:val="SIBulletList2"/>
              <w:rPr>
                <w:rFonts w:eastAsia="Calibri"/>
              </w:rPr>
            </w:pPr>
            <w:r w:rsidRPr="00142DAD">
              <w:t>use of tools</w:t>
            </w:r>
            <w:r w:rsidR="00926FBF">
              <w:t xml:space="preserve"> and equipment for checking and maintaining machinery</w:t>
            </w:r>
          </w:p>
          <w:p w14:paraId="4AB282A7" w14:textId="068F3709" w:rsidR="00DA54B5" w:rsidRPr="00142DAD" w:rsidRDefault="00DA54B5">
            <w:pPr>
              <w:pStyle w:val="SIBulletList2"/>
              <w:rPr>
                <w:rFonts w:eastAsia="Calibri"/>
              </w:rPr>
            </w:pPr>
            <w:r w:rsidRPr="00142DAD">
              <w:t>use of personal protective equipment</w:t>
            </w:r>
          </w:p>
          <w:p w14:paraId="3D4B0BD2" w14:textId="6EE849C4" w:rsidR="00DA54B5" w:rsidRPr="00142DAD" w:rsidRDefault="00DA54B5">
            <w:pPr>
              <w:pStyle w:val="SIBulletList1"/>
              <w:rPr>
                <w:rFonts w:eastAsia="Calibri"/>
              </w:rPr>
            </w:pPr>
            <w:r w:rsidRPr="00142DAD">
              <w:rPr>
                <w:rFonts w:eastAsia="Calibri"/>
              </w:rPr>
              <w:t>specifications:</w:t>
            </w:r>
          </w:p>
          <w:p w14:paraId="03115840" w14:textId="6B271AA2" w:rsidR="00DA54B5" w:rsidRPr="00142DAD" w:rsidRDefault="00DA54B5">
            <w:pPr>
              <w:pStyle w:val="SIBulletList2"/>
              <w:rPr>
                <w:rFonts w:eastAsia="Calibri"/>
              </w:rPr>
            </w:pPr>
            <w:r w:rsidRPr="00142DAD">
              <w:rPr>
                <w:rFonts w:eastAsia="Calibri"/>
              </w:rPr>
              <w:lastRenderedPageBreak/>
              <w:t>use of workplace procedures</w:t>
            </w:r>
          </w:p>
          <w:p w14:paraId="4B734460" w14:textId="678DE7E1" w:rsidR="00DA54B5" w:rsidRPr="00142DAD" w:rsidRDefault="00DA54B5">
            <w:pPr>
              <w:pStyle w:val="SIBulletList2"/>
              <w:rPr>
                <w:rFonts w:eastAsia="Calibri"/>
              </w:rPr>
            </w:pPr>
            <w:r w:rsidRPr="00142DAD">
              <w:rPr>
                <w:rFonts w:eastAsia="Calibri"/>
              </w:rPr>
              <w:t>use of manufacturer operating instructions</w:t>
            </w:r>
            <w:r w:rsidR="00926FBF">
              <w:rPr>
                <w:rFonts w:eastAsia="Calibri"/>
              </w:rPr>
              <w:t xml:space="preserve"> for machinery and equipment</w:t>
            </w:r>
          </w:p>
          <w:p w14:paraId="106A7384" w14:textId="021AE921" w:rsidR="00DA54B5" w:rsidRPr="00142DAD" w:rsidRDefault="00DA54B5">
            <w:pPr>
              <w:pStyle w:val="SIBulletList2"/>
              <w:rPr>
                <w:rFonts w:eastAsia="Calibri"/>
              </w:rPr>
            </w:pPr>
            <w:r w:rsidRPr="00142DAD">
              <w:rPr>
                <w:rFonts w:eastAsia="Calibri"/>
              </w:rPr>
              <w:t>use of workplace instructions</w:t>
            </w:r>
          </w:p>
          <w:p w14:paraId="0DCA1D1B" w14:textId="4E80A916" w:rsidR="00DA54B5" w:rsidRPr="00142DAD" w:rsidRDefault="00DA54B5">
            <w:pPr>
              <w:pStyle w:val="SIBulletList1"/>
            </w:pPr>
            <w:r w:rsidRPr="00142DAD">
              <w:t xml:space="preserve">relationships: </w:t>
            </w:r>
          </w:p>
          <w:p w14:paraId="19987618" w14:textId="38E39911" w:rsidR="00DA54B5" w:rsidRPr="00142DAD" w:rsidRDefault="00DA54B5">
            <w:pPr>
              <w:pStyle w:val="SIBulletList2"/>
            </w:pPr>
            <w:r w:rsidRPr="00142DAD">
              <w:t>supervisor</w:t>
            </w:r>
            <w:r w:rsidR="00926FBF">
              <w:t>.</w:t>
            </w:r>
          </w:p>
          <w:p w14:paraId="3B1E3BDE" w14:textId="3CFFFBA2" w:rsidR="00A174F4" w:rsidRPr="00142DAD" w:rsidRDefault="00926FBF">
            <w:pPr>
              <w:pStyle w:val="SIText"/>
            </w:pPr>
            <w:r w:rsidRPr="00926FBF">
              <w:t>Assessors of this unit must satisfy the requirements for assessors in applicable vocational education and training legislation, frameworks and/or standards.</w:t>
            </w:r>
          </w:p>
          <w:p w14:paraId="408F0CDB" w14:textId="43653983" w:rsidR="00DA54B5" w:rsidRPr="00142DAD" w:rsidRDefault="00DA54B5">
            <w:pPr>
              <w:pStyle w:val="SIText"/>
              <w:rPr>
                <w:rFonts w:eastAsia="Calibri"/>
              </w:rPr>
            </w:pP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D016AF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C100CC" w14:textId="77777777" w:rsidR="00D016AF" w:rsidRDefault="00D016AF" w:rsidP="00BF3F0A">
      <w:r>
        <w:separator/>
      </w:r>
    </w:p>
    <w:p w14:paraId="7C488353" w14:textId="77777777" w:rsidR="00D016AF" w:rsidRDefault="00D016AF"/>
  </w:endnote>
  <w:endnote w:type="continuationSeparator" w:id="0">
    <w:p w14:paraId="1184A381" w14:textId="77777777" w:rsidR="00D016AF" w:rsidRDefault="00D016AF" w:rsidP="00BF3F0A">
      <w:r>
        <w:continuationSeparator/>
      </w:r>
    </w:p>
    <w:p w14:paraId="2881385F" w14:textId="77777777" w:rsidR="00D016AF" w:rsidRDefault="00D016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42DAD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B9A16D" w14:textId="77777777" w:rsidR="00D016AF" w:rsidRDefault="00D016AF" w:rsidP="00BF3F0A">
      <w:r>
        <w:separator/>
      </w:r>
    </w:p>
    <w:p w14:paraId="1272BDF9" w14:textId="77777777" w:rsidR="00D016AF" w:rsidRDefault="00D016AF"/>
  </w:footnote>
  <w:footnote w:type="continuationSeparator" w:id="0">
    <w:p w14:paraId="1F196B3B" w14:textId="77777777" w:rsidR="00D016AF" w:rsidRDefault="00D016AF" w:rsidP="00BF3F0A">
      <w:r>
        <w:continuationSeparator/>
      </w:r>
    </w:p>
    <w:p w14:paraId="2D33693D" w14:textId="77777777" w:rsidR="00D016AF" w:rsidRDefault="00D016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7C335589" w:rsidR="009C2650" w:rsidRPr="00A174F4" w:rsidRDefault="00A174F4" w:rsidP="00A174F4">
    <w:r w:rsidRPr="00A174F4">
      <w:rPr>
        <w:lang w:eastAsia="en-US"/>
      </w:rPr>
      <w:t>AHCBAC203 Assist agricultural crop harvesting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29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DAD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2B53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22CA"/>
    <w:rsid w:val="002C55E9"/>
    <w:rsid w:val="002D0C8B"/>
    <w:rsid w:val="002D330A"/>
    <w:rsid w:val="002E170C"/>
    <w:rsid w:val="002E193E"/>
    <w:rsid w:val="00305EFF"/>
    <w:rsid w:val="00310A6A"/>
    <w:rsid w:val="003144E6"/>
    <w:rsid w:val="00314B2D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70C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269A"/>
    <w:rsid w:val="004A3860"/>
    <w:rsid w:val="004A44E8"/>
    <w:rsid w:val="004A4691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6D6B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19D"/>
    <w:rsid w:val="00633CFE"/>
    <w:rsid w:val="00634FCA"/>
    <w:rsid w:val="00643D1B"/>
    <w:rsid w:val="00644E37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6FBF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A71BE"/>
    <w:rsid w:val="009B331A"/>
    <w:rsid w:val="009C2650"/>
    <w:rsid w:val="009D15E2"/>
    <w:rsid w:val="009D15FE"/>
    <w:rsid w:val="009D5D2C"/>
    <w:rsid w:val="009F0DCC"/>
    <w:rsid w:val="009F11CA"/>
    <w:rsid w:val="00A06800"/>
    <w:rsid w:val="00A0695B"/>
    <w:rsid w:val="00A13052"/>
    <w:rsid w:val="00A174F4"/>
    <w:rsid w:val="00A216A8"/>
    <w:rsid w:val="00A223A6"/>
    <w:rsid w:val="00A3639E"/>
    <w:rsid w:val="00A5092E"/>
    <w:rsid w:val="00A510E1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19E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397"/>
    <w:rsid w:val="00BF1D4C"/>
    <w:rsid w:val="00BF3F0A"/>
    <w:rsid w:val="00C00C3D"/>
    <w:rsid w:val="00C143C3"/>
    <w:rsid w:val="00C1739B"/>
    <w:rsid w:val="00C21ADE"/>
    <w:rsid w:val="00C26067"/>
    <w:rsid w:val="00C30A29"/>
    <w:rsid w:val="00C317DC"/>
    <w:rsid w:val="00C5347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0C83"/>
    <w:rsid w:val="00CD4E9D"/>
    <w:rsid w:val="00CD4F4D"/>
    <w:rsid w:val="00CE7D19"/>
    <w:rsid w:val="00CF0CF5"/>
    <w:rsid w:val="00CF2B3E"/>
    <w:rsid w:val="00D016AF"/>
    <w:rsid w:val="00D0201F"/>
    <w:rsid w:val="00D03685"/>
    <w:rsid w:val="00D0551A"/>
    <w:rsid w:val="00D07D4E"/>
    <w:rsid w:val="00D115AA"/>
    <w:rsid w:val="00D145BE"/>
    <w:rsid w:val="00D16C80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545E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43BE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D9E"/>
    <w:rsid w:val="00F8149F"/>
    <w:rsid w:val="00F81CE7"/>
    <w:rsid w:val="00F83D7C"/>
    <w:rsid w:val="00F958DE"/>
    <w:rsid w:val="00FB232E"/>
    <w:rsid w:val="00FB4C8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B772F942-D342-482D-AE6C-AF1D41B24F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A3BDE0-E529-48AF-98F4-213975418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86</TotalTime>
  <Pages>4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25</cp:revision>
  <cp:lastPrinted>2016-05-27T05:21:00Z</cp:lastPrinted>
  <dcterms:created xsi:type="dcterms:W3CDTF">2020-08-25T06:08:00Z</dcterms:created>
  <dcterms:modified xsi:type="dcterms:W3CDTF">2021-01-20T06:28:00Z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